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A5E" w:rsidRDefault="00FA0A5E" w:rsidP="00607252">
      <w:pPr>
        <w:jc w:val="center"/>
        <w:rPr>
          <w:sz w:val="44"/>
          <w:szCs w:val="44"/>
        </w:rPr>
      </w:pPr>
      <w:r>
        <w:rPr>
          <w:sz w:val="44"/>
          <w:szCs w:val="44"/>
        </w:rPr>
        <w:t xml:space="preserve">Language Arts reflection </w:t>
      </w:r>
    </w:p>
    <w:p w:rsidR="00FA0A5E" w:rsidRDefault="00FA0A5E" w:rsidP="00607252">
      <w:pPr>
        <w:ind w:firstLine="720"/>
        <w:rPr>
          <w:sz w:val="36"/>
          <w:szCs w:val="36"/>
        </w:rPr>
      </w:pPr>
      <w:r>
        <w:rPr>
          <w:sz w:val="36"/>
          <w:szCs w:val="36"/>
        </w:rPr>
        <w:t xml:space="preserve">This year I wrote many stories and I am to tell you the strategies that I used for my narrative. I picked this piece because it means a lot to me. The name of the story that I picked is called </w:t>
      </w:r>
      <w:r w:rsidRPr="00135E76">
        <w:rPr>
          <w:sz w:val="36"/>
          <w:szCs w:val="36"/>
          <w:u w:val="single"/>
        </w:rPr>
        <w:t>My First Dog Named Bo</w:t>
      </w:r>
      <w:r>
        <w:rPr>
          <w:sz w:val="36"/>
          <w:szCs w:val="36"/>
        </w:rPr>
        <w:t>. Bo was my dog when I was little and he meant the world to me.</w:t>
      </w:r>
    </w:p>
    <w:p w:rsidR="00FA0A5E" w:rsidRDefault="00FA0A5E" w:rsidP="00607252">
      <w:pPr>
        <w:ind w:firstLine="720"/>
        <w:rPr>
          <w:sz w:val="36"/>
          <w:szCs w:val="36"/>
        </w:rPr>
      </w:pPr>
      <w:r>
        <w:rPr>
          <w:sz w:val="36"/>
          <w:szCs w:val="36"/>
        </w:rPr>
        <w:t xml:space="preserve">The first strategy that I used is what to do if you’re stuck on a topic. You need to make little chart. The chart saying person, place or thing, then just jot down memories or thoughts for each one of those topics, when you think that you have enough then stop and pick one of those topics and write about it. </w:t>
      </w:r>
    </w:p>
    <w:p w:rsidR="00FA0A5E" w:rsidRDefault="00FA0A5E" w:rsidP="00607252">
      <w:pPr>
        <w:ind w:firstLine="720"/>
        <w:rPr>
          <w:sz w:val="36"/>
          <w:szCs w:val="36"/>
        </w:rPr>
      </w:pPr>
      <w:r>
        <w:rPr>
          <w:sz w:val="36"/>
          <w:szCs w:val="36"/>
        </w:rPr>
        <w:t xml:space="preserve">The other things that help me and will the person that reads it. When you are writing the story, is doing rush the details so that the reader doesn’t lose the picture when he or she is reading it. Also make sure that so you write the story with small moment to small moments really helps the reader visualize your thoughts.    </w:t>
      </w:r>
    </w:p>
    <w:p w:rsidR="00FA0A5E" w:rsidRDefault="00FA0A5E" w:rsidP="00607252">
      <w:pPr>
        <w:ind w:firstLine="720"/>
        <w:rPr>
          <w:sz w:val="36"/>
          <w:szCs w:val="36"/>
        </w:rPr>
      </w:pPr>
      <w:r>
        <w:rPr>
          <w:sz w:val="36"/>
          <w:szCs w:val="36"/>
        </w:rPr>
        <w:t xml:space="preserve">The last helpful tip is to make your emotions in the story. If you put emotions in your story,put then the reader can tell that the piece really means something to you. </w:t>
      </w:r>
    </w:p>
    <w:p w:rsidR="00FA0A5E" w:rsidRPr="00607252" w:rsidRDefault="00FA0A5E" w:rsidP="00607252">
      <w:pPr>
        <w:ind w:firstLine="720"/>
        <w:rPr>
          <w:sz w:val="36"/>
          <w:szCs w:val="36"/>
        </w:rPr>
      </w:pPr>
      <w:r>
        <w:rPr>
          <w:sz w:val="36"/>
          <w:szCs w:val="36"/>
        </w:rPr>
        <w:t>In conclusion I think that I have improved so much from in the beginning of the year to today and I am so proud of myself for all of my accomplishments. The writing skill that I do well is to have a strong at is my vocabulary and I can improve in a lot of thing one thing that I need to most improve on  is my editing and A</w:t>
      </w:r>
      <w:bookmarkStart w:id="0" w:name="_GoBack"/>
      <w:bookmarkEnd w:id="0"/>
      <w:r>
        <w:rPr>
          <w:sz w:val="36"/>
          <w:szCs w:val="36"/>
        </w:rPr>
        <w:t xml:space="preserve">ll my writing pieces are all good but I only loose points because of my punctuation and spelling. So yes I can improve a lot. I love writing.  </w:t>
      </w:r>
    </w:p>
    <w:sectPr w:rsidR="00FA0A5E" w:rsidRPr="00607252" w:rsidSect="005F3A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7252"/>
    <w:rsid w:val="00135E76"/>
    <w:rsid w:val="00154DAB"/>
    <w:rsid w:val="00394851"/>
    <w:rsid w:val="005D0D44"/>
    <w:rsid w:val="005F3A64"/>
    <w:rsid w:val="00607252"/>
    <w:rsid w:val="00B82FB0"/>
    <w:rsid w:val="00BB4C4C"/>
    <w:rsid w:val="00E71EE1"/>
    <w:rsid w:val="00FA0A5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A64"/>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235</Words>
  <Characters>1345</Characters>
  <Application>Microsoft Office Outlook</Application>
  <DocSecurity>0</DocSecurity>
  <Lines>0</Lines>
  <Paragraphs>0</Paragraphs>
  <ScaleCrop>false</ScaleCrop>
  <Company>Franklin Township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Language Arts reflection </dc:title>
  <dc:subject/>
  <dc:creator>Josh Roerig</dc:creator>
  <cp:keywords/>
  <dc:description/>
  <cp:lastModifiedBy>Franklin Township School</cp:lastModifiedBy>
  <cp:revision>2</cp:revision>
  <cp:lastPrinted>2012-05-08T17:26:00Z</cp:lastPrinted>
  <dcterms:created xsi:type="dcterms:W3CDTF">2012-05-09T17:03:00Z</dcterms:created>
  <dcterms:modified xsi:type="dcterms:W3CDTF">2012-05-09T17:03:00Z</dcterms:modified>
</cp:coreProperties>
</file>